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C78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775A9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411B0C" w14:textId="77777777" w:rsidR="00D1112F" w:rsidRDefault="0071620A" w:rsidP="00D1112F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112F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14:paraId="43DC9147" w14:textId="54F6C06E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FBE330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B84C0A" w14:textId="165A59C4" w:rsidR="00445970" w:rsidRPr="00C02A11" w:rsidRDefault="00C02A11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02A11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C02A11">
        <w:rPr>
          <w:rFonts w:ascii="Corbel" w:hAnsi="Corbel"/>
          <w:b/>
          <w:sz w:val="20"/>
          <w:szCs w:val="20"/>
        </w:rPr>
        <w:t>20</w:t>
      </w:r>
      <w:r w:rsidR="00AC6DA7" w:rsidRPr="00C02A11">
        <w:rPr>
          <w:rFonts w:ascii="Corbel" w:hAnsi="Corbel"/>
          <w:b/>
          <w:sz w:val="20"/>
          <w:szCs w:val="20"/>
        </w:rPr>
        <w:t>2</w:t>
      </w:r>
      <w:r w:rsidR="00D1112F">
        <w:rPr>
          <w:rFonts w:ascii="Corbel" w:hAnsi="Corbel"/>
          <w:b/>
          <w:sz w:val="20"/>
          <w:szCs w:val="20"/>
        </w:rPr>
        <w:t>3</w:t>
      </w:r>
      <w:r w:rsidR="00DA4EBE" w:rsidRPr="00C02A11">
        <w:rPr>
          <w:rFonts w:ascii="Corbel" w:hAnsi="Corbel"/>
          <w:b/>
          <w:sz w:val="20"/>
          <w:szCs w:val="20"/>
        </w:rPr>
        <w:t>/202</w:t>
      </w:r>
      <w:r w:rsidR="00D1112F">
        <w:rPr>
          <w:rFonts w:ascii="Corbel" w:hAnsi="Corbel"/>
          <w:b/>
          <w:sz w:val="20"/>
          <w:szCs w:val="20"/>
        </w:rPr>
        <w:t>4</w:t>
      </w:r>
    </w:p>
    <w:p w14:paraId="3F49F3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2177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88921A" w14:textId="77777777" w:rsidTr="00B819C8">
        <w:tc>
          <w:tcPr>
            <w:tcW w:w="2694" w:type="dxa"/>
            <w:vAlign w:val="center"/>
          </w:tcPr>
          <w:p w14:paraId="05E758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2A4AE9" w14:textId="77777777" w:rsidR="0085747A" w:rsidRPr="00C02A11" w:rsidRDefault="00AA49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2A11">
              <w:rPr>
                <w:rFonts w:ascii="Corbel" w:hAnsi="Corbel"/>
                <w:sz w:val="24"/>
                <w:szCs w:val="24"/>
              </w:rPr>
              <w:t>Projekt specjalistyczny</w:t>
            </w:r>
          </w:p>
        </w:tc>
      </w:tr>
      <w:tr w:rsidR="0085747A" w:rsidRPr="009C54AE" w14:paraId="1E0824DF" w14:textId="77777777" w:rsidTr="00B819C8">
        <w:tc>
          <w:tcPr>
            <w:tcW w:w="2694" w:type="dxa"/>
            <w:vAlign w:val="center"/>
          </w:tcPr>
          <w:p w14:paraId="2E59D7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BC4DF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4CFE058" w14:textId="77777777" w:rsidTr="00B819C8">
        <w:tc>
          <w:tcPr>
            <w:tcW w:w="2694" w:type="dxa"/>
            <w:vAlign w:val="center"/>
          </w:tcPr>
          <w:p w14:paraId="397B499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C20F40" w14:textId="7B329ED1" w:rsidR="0085747A" w:rsidRPr="009C54AE" w:rsidRDefault="003F4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4B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BFDE9" w14:textId="77777777" w:rsidTr="00B819C8">
        <w:tc>
          <w:tcPr>
            <w:tcW w:w="2694" w:type="dxa"/>
            <w:vAlign w:val="center"/>
          </w:tcPr>
          <w:p w14:paraId="25DE5E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DBEF66" w14:textId="2DC86287" w:rsidR="0085747A" w:rsidRPr="009C54AE" w:rsidRDefault="00DC4F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14:paraId="075876C6" w14:textId="77777777" w:rsidTr="00B819C8">
        <w:tc>
          <w:tcPr>
            <w:tcW w:w="2694" w:type="dxa"/>
            <w:vAlign w:val="center"/>
          </w:tcPr>
          <w:p w14:paraId="4DC8B6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FBF0FA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635D6C22" w14:textId="77777777" w:rsidTr="00B819C8">
        <w:tc>
          <w:tcPr>
            <w:tcW w:w="2694" w:type="dxa"/>
            <w:vAlign w:val="center"/>
          </w:tcPr>
          <w:p w14:paraId="67D1362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16BCFF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91AD45C" w14:textId="77777777" w:rsidTr="00B819C8">
        <w:tc>
          <w:tcPr>
            <w:tcW w:w="2694" w:type="dxa"/>
            <w:vAlign w:val="center"/>
          </w:tcPr>
          <w:p w14:paraId="120A4A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AADD0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A671083" w14:textId="77777777" w:rsidTr="00B819C8">
        <w:tc>
          <w:tcPr>
            <w:tcW w:w="2694" w:type="dxa"/>
            <w:vAlign w:val="center"/>
          </w:tcPr>
          <w:p w14:paraId="7551B8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1CC965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A1EEB8C" w14:textId="77777777" w:rsidTr="00B819C8">
        <w:tc>
          <w:tcPr>
            <w:tcW w:w="2694" w:type="dxa"/>
            <w:vAlign w:val="center"/>
          </w:tcPr>
          <w:p w14:paraId="5EF176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50E2EF" w14:textId="77777777" w:rsidR="0085747A" w:rsidRPr="00C02A11" w:rsidRDefault="007D30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2A11">
              <w:rPr>
                <w:rFonts w:ascii="Corbel" w:hAnsi="Corbel"/>
                <w:sz w:val="24"/>
                <w:szCs w:val="24"/>
              </w:rPr>
              <w:t>Rok 2, semestr 3, 4</w:t>
            </w:r>
          </w:p>
        </w:tc>
      </w:tr>
      <w:tr w:rsidR="0085747A" w:rsidRPr="009C54AE" w14:paraId="0ECD4FF1" w14:textId="77777777" w:rsidTr="00B819C8">
        <w:tc>
          <w:tcPr>
            <w:tcW w:w="2694" w:type="dxa"/>
            <w:vAlign w:val="center"/>
          </w:tcPr>
          <w:p w14:paraId="3F3F5C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CAE55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14:paraId="3314DCB7" w14:textId="77777777" w:rsidTr="00B819C8">
        <w:tc>
          <w:tcPr>
            <w:tcW w:w="2694" w:type="dxa"/>
            <w:vAlign w:val="center"/>
          </w:tcPr>
          <w:p w14:paraId="7580847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671170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C72E4ED" w14:textId="77777777" w:rsidTr="00B819C8">
        <w:tc>
          <w:tcPr>
            <w:tcW w:w="2694" w:type="dxa"/>
            <w:vAlign w:val="center"/>
          </w:tcPr>
          <w:p w14:paraId="426428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83F5A1" w14:textId="77777777" w:rsidR="0085747A" w:rsidRPr="009C54AE" w:rsidRDefault="00131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  <w:tr w:rsidR="0085747A" w:rsidRPr="009C54AE" w14:paraId="14E0179E" w14:textId="77777777" w:rsidTr="00B819C8">
        <w:tc>
          <w:tcPr>
            <w:tcW w:w="2694" w:type="dxa"/>
            <w:vAlign w:val="center"/>
          </w:tcPr>
          <w:p w14:paraId="1EC51D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7388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3F6BEF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082C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A965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A19F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04BC6D2" w14:textId="77777777" w:rsidTr="00C02A1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B897" w14:textId="77777777" w:rsidR="00015B8F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AD6AC0" w14:textId="77777777" w:rsidR="00015B8F" w:rsidRPr="009C54AE" w:rsidRDefault="002B5EA0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FED2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0AB89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7A2A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7D78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20C3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AD36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B853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1B7A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CA32" w14:textId="77777777" w:rsidR="00015B8F" w:rsidRPr="009C54AE" w:rsidRDefault="00015B8F" w:rsidP="00C02A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A9A75F" w14:textId="77777777" w:rsidTr="00C02A1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13EB" w14:textId="77777777" w:rsidR="00015B8F" w:rsidRPr="009C54AE" w:rsidRDefault="007D301A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0FF6" w14:textId="77777777" w:rsidR="00015B8F" w:rsidRPr="009C54AE" w:rsidRDefault="00015B8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46AF" w14:textId="77777777" w:rsidR="00015B8F" w:rsidRPr="009C54AE" w:rsidRDefault="007D301A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53DC" w14:textId="77777777" w:rsidR="00015B8F" w:rsidRPr="009C54AE" w:rsidRDefault="00015B8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DFCE" w14:textId="77777777" w:rsidR="00015B8F" w:rsidRPr="009C54AE" w:rsidRDefault="00015B8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ED94" w14:textId="77777777" w:rsidR="00015B8F" w:rsidRPr="009C54AE" w:rsidRDefault="00015B8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778" w14:textId="77777777" w:rsidR="00015B8F" w:rsidRPr="009C54AE" w:rsidRDefault="00015B8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FBC2" w14:textId="77777777" w:rsidR="00015B8F" w:rsidRPr="009C54AE" w:rsidRDefault="00015B8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1EE9" w14:textId="77777777" w:rsidR="00015B8F" w:rsidRPr="009C54AE" w:rsidRDefault="00015B8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BDE3" w14:textId="77777777" w:rsidR="00015B8F" w:rsidRPr="009C54AE" w:rsidRDefault="007D301A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6CBBE89F" w14:textId="77777777" w:rsidTr="00C02A1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D5BB" w14:textId="77777777" w:rsidR="0030395F" w:rsidRPr="009C54AE" w:rsidRDefault="007D301A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4831" w14:textId="77777777" w:rsidR="0030395F" w:rsidRPr="009C54AE" w:rsidRDefault="0030395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50CC" w14:textId="77777777" w:rsidR="0030395F" w:rsidRPr="009C54AE" w:rsidRDefault="007D301A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8982" w14:textId="77777777" w:rsidR="0030395F" w:rsidRPr="009C54AE" w:rsidRDefault="0030395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338B" w14:textId="77777777" w:rsidR="0030395F" w:rsidRPr="009C54AE" w:rsidRDefault="0030395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23E0" w14:textId="77777777" w:rsidR="0030395F" w:rsidRPr="009C54AE" w:rsidRDefault="0030395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340C" w14:textId="77777777" w:rsidR="0030395F" w:rsidRPr="009C54AE" w:rsidRDefault="0030395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8AF3" w14:textId="77777777" w:rsidR="0030395F" w:rsidRPr="009C54AE" w:rsidRDefault="0030395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56E9" w14:textId="77777777" w:rsidR="0030395F" w:rsidRPr="009C54AE" w:rsidRDefault="0030395F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D8D2" w14:textId="77777777" w:rsidR="0030395F" w:rsidRPr="009C54AE" w:rsidRDefault="007D301A" w:rsidP="00C02A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D811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11F75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4B58B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51C90" w14:textId="77777777" w:rsidR="00C02A11" w:rsidRDefault="00C02A1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58974B95" w14:textId="77777777"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F3B6A9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5743B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2AF718" w14:textId="042B443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9373F4">
        <w:rPr>
          <w:rFonts w:ascii="Corbel" w:hAnsi="Corbel"/>
          <w:smallCaps w:val="0"/>
          <w:szCs w:val="24"/>
        </w:rPr>
        <w:t xml:space="preserve">przedmiotu </w:t>
      </w:r>
      <w:r w:rsidR="009373F4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658B8A" w14:textId="77777777" w:rsidR="00C02A11" w:rsidRDefault="00C02A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615F6" w14:textId="18783FDF" w:rsidR="009C54AE" w:rsidRDefault="004561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F95215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2D999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1F38F7F" w14:textId="77777777" w:rsidR="00C02A11" w:rsidRPr="009C54AE" w:rsidRDefault="00C02A1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F6D2DD" w14:textId="77777777" w:rsidTr="00745302">
        <w:tc>
          <w:tcPr>
            <w:tcW w:w="9670" w:type="dxa"/>
          </w:tcPr>
          <w:p w14:paraId="327B0836" w14:textId="36A13824" w:rsidR="0085747A" w:rsidRPr="009C54AE" w:rsidRDefault="00C3428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socjologii, wprowadzenia do pedagogiki, wprowadzenia do psychologii, psychologii rozwojowej, pedagogiki rodziny.</w:t>
            </w:r>
          </w:p>
        </w:tc>
      </w:tr>
    </w:tbl>
    <w:p w14:paraId="7C043A8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7445C" w14:textId="3055F33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9373F4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E1651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950633" w14:textId="77777777" w:rsidR="009373F4" w:rsidRDefault="009373F4" w:rsidP="009373F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 </w:t>
      </w:r>
      <w:r>
        <w:rPr>
          <w:rFonts w:ascii="Corbel" w:hAnsi="Corbel"/>
          <w:sz w:val="24"/>
          <w:szCs w:val="24"/>
        </w:rPr>
        <w:t>Cele przedmiotu</w:t>
      </w:r>
    </w:p>
    <w:p w14:paraId="181B9D3C" w14:textId="77777777" w:rsidR="009373F4" w:rsidRPr="009C54AE" w:rsidRDefault="009373F4" w:rsidP="009373F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373F4" w:rsidRPr="009C54AE" w14:paraId="4CA3C08D" w14:textId="77777777" w:rsidTr="004F12E7">
        <w:tc>
          <w:tcPr>
            <w:tcW w:w="845" w:type="dxa"/>
            <w:vAlign w:val="center"/>
          </w:tcPr>
          <w:p w14:paraId="766BBDF1" w14:textId="77777777" w:rsidR="009373F4" w:rsidRPr="009C54AE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E62BAC4" w14:textId="77777777" w:rsidR="009373F4" w:rsidRPr="009C54AE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Poszerzenie wiedzy studentów o rodzajach prowadzonych badań </w:t>
            </w:r>
          </w:p>
        </w:tc>
      </w:tr>
      <w:tr w:rsidR="009373F4" w:rsidRPr="009C54AE" w14:paraId="5C55EE6D" w14:textId="77777777" w:rsidTr="004F12E7">
        <w:tc>
          <w:tcPr>
            <w:tcW w:w="845" w:type="dxa"/>
            <w:vAlign w:val="center"/>
          </w:tcPr>
          <w:p w14:paraId="411EC8C6" w14:textId="77777777" w:rsidR="009373F4" w:rsidRPr="009C54AE" w:rsidRDefault="009373F4" w:rsidP="004F12E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092ED1" w14:textId="77777777" w:rsidR="009373F4" w:rsidRPr="009C54AE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Doskonalenie umiejętności w zakresie przygotowania koncepcji projektu badawczego, jak też jego realizacji</w:t>
            </w:r>
          </w:p>
        </w:tc>
      </w:tr>
      <w:tr w:rsidR="009373F4" w:rsidRPr="009C54AE" w14:paraId="2E28B6B2" w14:textId="77777777" w:rsidTr="004F12E7">
        <w:tc>
          <w:tcPr>
            <w:tcW w:w="845" w:type="dxa"/>
            <w:vAlign w:val="center"/>
          </w:tcPr>
          <w:p w14:paraId="67A8B804" w14:textId="77777777" w:rsidR="009373F4" w:rsidRPr="009C54AE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EA86B49" w14:textId="77777777" w:rsidR="009373F4" w:rsidRPr="009C54AE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Opracowania wyników badań w obrębie tematyki poświęconej współczesnej rodzinie (dobranej do treści modułu obieralnego).  </w:t>
            </w:r>
          </w:p>
        </w:tc>
      </w:tr>
      <w:tr w:rsidR="009373F4" w:rsidRPr="009C54AE" w14:paraId="332C2E91" w14:textId="77777777" w:rsidTr="004F12E7">
        <w:tc>
          <w:tcPr>
            <w:tcW w:w="845" w:type="dxa"/>
            <w:vAlign w:val="center"/>
          </w:tcPr>
          <w:p w14:paraId="6AF5A912" w14:textId="77777777" w:rsidR="009373F4" w:rsidRPr="009C54AE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D6412A5" w14:textId="77777777" w:rsidR="009373F4" w:rsidRPr="009C54AE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Zdobycie przez studentów pogłębionej wiedzy o sposobach prowadzenia badań naukowych nad rodziną</w:t>
            </w:r>
          </w:p>
        </w:tc>
      </w:tr>
    </w:tbl>
    <w:p w14:paraId="4103366F" w14:textId="77777777" w:rsidR="009373F4" w:rsidRPr="009C54AE" w:rsidRDefault="009373F4" w:rsidP="009373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4C1E49" w14:textId="77777777" w:rsidR="009373F4" w:rsidRPr="009C54AE" w:rsidRDefault="009373F4" w:rsidP="009373F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373F4" w:rsidRPr="009C54AE" w14:paraId="56CAD648" w14:textId="77777777" w:rsidTr="004F12E7">
        <w:tc>
          <w:tcPr>
            <w:tcW w:w="1681" w:type="dxa"/>
            <w:vAlign w:val="center"/>
          </w:tcPr>
          <w:p w14:paraId="0A32A7D2" w14:textId="77777777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45CD9D6" w14:textId="77777777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1DC994" w14:textId="77777777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73F4" w:rsidRPr="009C54AE" w14:paraId="518A07B8" w14:textId="77777777" w:rsidTr="004F12E7">
        <w:tc>
          <w:tcPr>
            <w:tcW w:w="1681" w:type="dxa"/>
          </w:tcPr>
          <w:p w14:paraId="3E8B65BE" w14:textId="77777777" w:rsidR="009373F4" w:rsidRPr="009C54AE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</w:t>
            </w:r>
            <w:r w:rsidRPr="003B05F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CAFED9" w14:textId="19C0917E" w:rsidR="009373F4" w:rsidRPr="00957150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dokona charakterystyki podstawowych pojęć z zakresu problematyki realizowanego projektu specjalistycznego i przedstawi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ich metodologiczne konteksty.</w:t>
            </w:r>
          </w:p>
        </w:tc>
        <w:tc>
          <w:tcPr>
            <w:tcW w:w="1865" w:type="dxa"/>
          </w:tcPr>
          <w:p w14:paraId="7A9F6F9E" w14:textId="77777777" w:rsidR="009373F4" w:rsidRPr="00957150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K_W02, K_W06 K_W09,</w:t>
            </w:r>
          </w:p>
        </w:tc>
      </w:tr>
      <w:tr w:rsidR="009373F4" w:rsidRPr="009C54AE" w14:paraId="04C54EE3" w14:textId="77777777" w:rsidTr="004F12E7">
        <w:tc>
          <w:tcPr>
            <w:tcW w:w="1681" w:type="dxa"/>
          </w:tcPr>
          <w:p w14:paraId="3756F97B" w14:textId="77777777" w:rsidR="009373F4" w:rsidRPr="009C54AE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ADC325" w14:textId="0CC010CE" w:rsidR="009373F4" w:rsidRPr="00957150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Student samodzielnie </w:t>
            </w:r>
            <w:r w:rsidR="00C3428A">
              <w:rPr>
                <w:rFonts w:ascii="Corbel" w:hAnsi="Corbel"/>
                <w:b w:val="0"/>
                <w:sz w:val="24"/>
                <w:szCs w:val="24"/>
              </w:rPr>
              <w:t>za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planuje i </w:t>
            </w:r>
            <w:r w:rsidR="00C3428A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realizuje projekt badań diagnostycznych, którego tematyka dotyczy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pracy asystenta rodziny </w:t>
            </w:r>
          </w:p>
        </w:tc>
        <w:tc>
          <w:tcPr>
            <w:tcW w:w="1865" w:type="dxa"/>
          </w:tcPr>
          <w:p w14:paraId="0B2425A8" w14:textId="77777777" w:rsidR="009373F4" w:rsidRPr="00957150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 xml:space="preserve">K_U02, K_U03, </w:t>
            </w:r>
          </w:p>
        </w:tc>
      </w:tr>
      <w:tr w:rsidR="009373F4" w:rsidRPr="009C54AE" w14:paraId="2279B5EB" w14:textId="77777777" w:rsidTr="004F12E7">
        <w:tc>
          <w:tcPr>
            <w:tcW w:w="1681" w:type="dxa"/>
          </w:tcPr>
          <w:p w14:paraId="20701E6D" w14:textId="77777777" w:rsidR="009373F4" w:rsidRPr="009C54AE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4C0BC6" w14:textId="0F3D5961" w:rsidR="009373F4" w:rsidRPr="00957150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przeprowadz</w:t>
            </w:r>
            <w:r w:rsidR="00C3428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badania prowadzące do opracowania diagnozy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znajdującej się w różnych sytuacjach życiowych </w:t>
            </w:r>
          </w:p>
        </w:tc>
        <w:tc>
          <w:tcPr>
            <w:tcW w:w="1865" w:type="dxa"/>
          </w:tcPr>
          <w:p w14:paraId="686C6C0A" w14:textId="77777777" w:rsidR="009373F4" w:rsidRPr="00957150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K_U05, K_U12</w:t>
            </w:r>
          </w:p>
        </w:tc>
      </w:tr>
      <w:tr w:rsidR="009373F4" w:rsidRPr="009C54AE" w14:paraId="2A674C42" w14:textId="77777777" w:rsidTr="004F12E7">
        <w:tc>
          <w:tcPr>
            <w:tcW w:w="1681" w:type="dxa"/>
          </w:tcPr>
          <w:p w14:paraId="3244BCA2" w14:textId="77777777" w:rsidR="009373F4" w:rsidRPr="009C54AE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205588A" w14:textId="30C9FF33" w:rsidR="009373F4" w:rsidRPr="00957150" w:rsidRDefault="009373F4" w:rsidP="004F12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dokon</w:t>
            </w:r>
            <w:r w:rsidR="00C3428A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krytycznej oceny podejmowanych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z zakresu projektu specjalistycznego</w:t>
            </w:r>
          </w:p>
        </w:tc>
        <w:tc>
          <w:tcPr>
            <w:tcW w:w="1865" w:type="dxa"/>
          </w:tcPr>
          <w:p w14:paraId="722256C2" w14:textId="77777777" w:rsidR="009373F4" w:rsidRPr="00957150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K_K01</w:t>
            </w:r>
          </w:p>
        </w:tc>
      </w:tr>
    </w:tbl>
    <w:p w14:paraId="57E55C83" w14:textId="77777777" w:rsidR="009373F4" w:rsidRPr="009C54AE" w:rsidRDefault="009373F4" w:rsidP="009373F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1AF3F2" w14:textId="77777777" w:rsidR="009373F4" w:rsidRPr="009C54AE" w:rsidRDefault="009373F4" w:rsidP="009373F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60D4309" w14:textId="77777777" w:rsidR="009373F4" w:rsidRPr="009C54AE" w:rsidRDefault="009373F4" w:rsidP="009373F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D18BFC" w14:textId="77777777" w:rsidR="009373F4" w:rsidRPr="009C54AE" w:rsidRDefault="009373F4" w:rsidP="009373F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73F4" w:rsidRPr="009C54AE" w14:paraId="7615001F" w14:textId="77777777" w:rsidTr="004F12E7">
        <w:tc>
          <w:tcPr>
            <w:tcW w:w="9520" w:type="dxa"/>
          </w:tcPr>
          <w:p w14:paraId="52F4029C" w14:textId="77777777" w:rsidR="009373F4" w:rsidRPr="009C54AE" w:rsidRDefault="009373F4" w:rsidP="004F12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73F4" w:rsidRPr="009C54AE" w14:paraId="462C5BDB" w14:textId="77777777" w:rsidTr="004F12E7">
        <w:tc>
          <w:tcPr>
            <w:tcW w:w="9520" w:type="dxa"/>
          </w:tcPr>
          <w:p w14:paraId="1EB2A338" w14:textId="77777777" w:rsidR="009373F4" w:rsidRPr="009C54AE" w:rsidRDefault="009373F4" w:rsidP="004F12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------------------------------------------------------------------------------------</w:t>
            </w:r>
          </w:p>
        </w:tc>
      </w:tr>
    </w:tbl>
    <w:p w14:paraId="2ECCC976" w14:textId="77777777" w:rsidR="009373F4" w:rsidRPr="009C54AE" w:rsidRDefault="009373F4" w:rsidP="009373F4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972BC" w14:textId="77777777" w:rsidR="009373F4" w:rsidRPr="009C54AE" w:rsidRDefault="009373F4" w:rsidP="009373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F9358FB" w14:textId="77777777" w:rsidR="009373F4" w:rsidRPr="009C54AE" w:rsidRDefault="009373F4" w:rsidP="009373F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73F4" w:rsidRPr="009C54AE" w14:paraId="7880AA9A" w14:textId="77777777" w:rsidTr="004F12E7">
        <w:tc>
          <w:tcPr>
            <w:tcW w:w="9520" w:type="dxa"/>
          </w:tcPr>
          <w:p w14:paraId="32C9885A" w14:textId="77777777" w:rsidR="009373F4" w:rsidRPr="009C54AE" w:rsidRDefault="009373F4" w:rsidP="004F12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73F4" w:rsidRPr="009C54AE" w14:paraId="3FA24486" w14:textId="77777777" w:rsidTr="004F12E7">
        <w:tc>
          <w:tcPr>
            <w:tcW w:w="9520" w:type="dxa"/>
          </w:tcPr>
          <w:p w14:paraId="7B1DC1D7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wymaganiami związanymi z uzyskaniem zaliczenia.</w:t>
            </w:r>
          </w:p>
        </w:tc>
      </w:tr>
      <w:tr w:rsidR="009373F4" w:rsidRPr="009C54AE" w14:paraId="589C1343" w14:textId="77777777" w:rsidTr="004F12E7">
        <w:tc>
          <w:tcPr>
            <w:tcW w:w="9520" w:type="dxa"/>
          </w:tcPr>
          <w:p w14:paraId="4F2BA66A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Podstawowe rodzaje badań naukowych – znaczenie badań ilościowych i jakościowych, rola badań historycznych i porównawczych, teoretyczno-praktycznych, jak też badań z pogranicza nauk, triangulacja badań, w procesie poznawania rodziny i jej funkcjonowania.</w:t>
            </w:r>
          </w:p>
        </w:tc>
      </w:tr>
      <w:tr w:rsidR="009373F4" w:rsidRPr="009C54AE" w14:paraId="541E9ABE" w14:textId="77777777" w:rsidTr="004F12E7">
        <w:tc>
          <w:tcPr>
            <w:tcW w:w="9520" w:type="dxa"/>
          </w:tcPr>
          <w:p w14:paraId="769BDA9C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Przegląd badań poświęconych rodzinie – wybrane zagadnienia.</w:t>
            </w:r>
          </w:p>
        </w:tc>
      </w:tr>
      <w:tr w:rsidR="009373F4" w:rsidRPr="009C54AE" w14:paraId="2446AD45" w14:textId="77777777" w:rsidTr="004F12E7">
        <w:tc>
          <w:tcPr>
            <w:tcW w:w="9520" w:type="dxa"/>
          </w:tcPr>
          <w:p w14:paraId="35233F78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Tok postępowania badawczego w badaniach społecznych – tok przygotowywania badań, tok realizacji badań oraz opracowania wyników, uogólnienia i wnioski z badań. </w:t>
            </w:r>
          </w:p>
        </w:tc>
      </w:tr>
      <w:tr w:rsidR="009373F4" w:rsidRPr="009C54AE" w14:paraId="1E5AAD52" w14:textId="77777777" w:rsidTr="004F12E7">
        <w:tc>
          <w:tcPr>
            <w:tcW w:w="9520" w:type="dxa"/>
          </w:tcPr>
          <w:p w14:paraId="4671FF44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lastRenderedPageBreak/>
              <w:t>Etapy postępowania badawczego - cele i przedmiot badań własnych, formułowanie problemów badawczych i hipotez roboczych, zmienne i wskaźniki w badaniach własnych, dobór próby badawczej, dobór metod, technik i narzędzi badawczych, sposoby przeprowadzenia badań.</w:t>
            </w:r>
          </w:p>
        </w:tc>
      </w:tr>
      <w:tr w:rsidR="009373F4" w:rsidRPr="009C54AE" w14:paraId="04083058" w14:textId="77777777" w:rsidTr="004F12E7">
        <w:tc>
          <w:tcPr>
            <w:tcW w:w="9520" w:type="dxa"/>
          </w:tcPr>
          <w:p w14:paraId="17B7DF8F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Określenie problematyki projektu, motywy wyboru problematyki badawczej</w:t>
            </w:r>
          </w:p>
        </w:tc>
      </w:tr>
      <w:tr w:rsidR="009373F4" w:rsidRPr="009C54AE" w14:paraId="4F2C6412" w14:textId="77777777" w:rsidTr="004F12E7">
        <w:tc>
          <w:tcPr>
            <w:tcW w:w="9520" w:type="dxa"/>
          </w:tcPr>
          <w:p w14:paraId="493346B5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Szczegółowa charakterystyka etapów własnego postępowania badawczego w realizowanym projekcie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badań).</w:t>
            </w:r>
          </w:p>
        </w:tc>
      </w:tr>
      <w:tr w:rsidR="009373F4" w:rsidRPr="009C54AE" w14:paraId="4BA7AA5B" w14:textId="77777777" w:rsidTr="004F12E7">
        <w:tc>
          <w:tcPr>
            <w:tcW w:w="9520" w:type="dxa"/>
          </w:tcPr>
          <w:p w14:paraId="7507E9F7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badań.</w:t>
            </w:r>
          </w:p>
        </w:tc>
      </w:tr>
      <w:tr w:rsidR="009373F4" w:rsidRPr="009C54AE" w14:paraId="68C13F30" w14:textId="77777777" w:rsidTr="004F12E7">
        <w:tc>
          <w:tcPr>
            <w:tcW w:w="9520" w:type="dxa"/>
          </w:tcPr>
          <w:p w14:paraId="7A3F482F" w14:textId="50500E7C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Opracowanie, analizowanie i interpretowanie wyników badań – analiza </w:t>
            </w:r>
            <w:proofErr w:type="spellStart"/>
            <w:r w:rsidRPr="003B05F6">
              <w:rPr>
                <w:rFonts w:ascii="Corbel" w:hAnsi="Corbel"/>
                <w:sz w:val="24"/>
                <w:szCs w:val="24"/>
              </w:rPr>
              <w:t>je</w:t>
            </w:r>
            <w:r w:rsidR="00C3428A">
              <w:rPr>
                <w:rFonts w:ascii="Corbel" w:hAnsi="Corbel"/>
                <w:sz w:val="24"/>
                <w:szCs w:val="24"/>
              </w:rPr>
              <w:t>d</w:t>
            </w:r>
            <w:r w:rsidRPr="003B05F6">
              <w:rPr>
                <w:rFonts w:ascii="Corbel" w:hAnsi="Corbel"/>
                <w:sz w:val="24"/>
                <w:szCs w:val="24"/>
              </w:rPr>
              <w:t>nozmiennowa</w:t>
            </w:r>
            <w:proofErr w:type="spellEnd"/>
            <w:r w:rsidRPr="003B05F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B05F6">
              <w:rPr>
                <w:rFonts w:ascii="Corbel" w:hAnsi="Corbel"/>
                <w:sz w:val="24"/>
                <w:szCs w:val="24"/>
              </w:rPr>
              <w:t>dwuzmiennowa</w:t>
            </w:r>
            <w:proofErr w:type="spellEnd"/>
          </w:p>
        </w:tc>
      </w:tr>
      <w:tr w:rsidR="009373F4" w:rsidRPr="009C54AE" w14:paraId="5B1BBEFA" w14:textId="77777777" w:rsidTr="004F12E7">
        <w:tc>
          <w:tcPr>
            <w:tcW w:w="9520" w:type="dxa"/>
          </w:tcPr>
          <w:p w14:paraId="58A2080D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Sposoby wnioskowania – wyjaśnianie zdarzeń. Sposoby formułowania wniosków i uogólnień w toku własnych badań projektowych </w:t>
            </w:r>
          </w:p>
        </w:tc>
      </w:tr>
      <w:tr w:rsidR="009373F4" w:rsidRPr="009C54AE" w14:paraId="3A8F20BD" w14:textId="77777777" w:rsidTr="004F12E7">
        <w:tc>
          <w:tcPr>
            <w:tcW w:w="9520" w:type="dxa"/>
          </w:tcPr>
          <w:p w14:paraId="527A5802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Kry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3B05F6">
              <w:rPr>
                <w:rFonts w:ascii="Corbel" w:hAnsi="Corbel"/>
                <w:sz w:val="24"/>
                <w:szCs w:val="24"/>
              </w:rPr>
              <w:t xml:space="preserve">yczna analiza osiągniętych rezultatów, próba oceny wniosków i uogólnień. </w:t>
            </w:r>
          </w:p>
        </w:tc>
      </w:tr>
    </w:tbl>
    <w:p w14:paraId="1FE7CE99" w14:textId="77777777" w:rsidR="009373F4" w:rsidRPr="009C54AE" w:rsidRDefault="009373F4" w:rsidP="009373F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D988E" w14:textId="77777777" w:rsidR="009373F4" w:rsidRPr="009C54AE" w:rsidRDefault="009373F4" w:rsidP="009373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023250" w14:textId="77777777" w:rsidR="009373F4" w:rsidRPr="009C54AE" w:rsidRDefault="009373F4" w:rsidP="009373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05F6">
        <w:rPr>
          <w:rFonts w:ascii="Corbel" w:hAnsi="Corbel"/>
          <w:b w:val="0"/>
          <w:smallCaps w:val="0"/>
          <w:szCs w:val="24"/>
        </w:rPr>
        <w:t>Ćwiczenia: analiza tekstów z dyskusją, praca w grupie, projekt badawczy, praktyczny</w:t>
      </w:r>
    </w:p>
    <w:p w14:paraId="7750FFC6" w14:textId="77777777" w:rsidR="009373F4" w:rsidRDefault="009373F4" w:rsidP="009373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715187" w14:textId="77777777" w:rsidR="009373F4" w:rsidRPr="009C54AE" w:rsidRDefault="009373F4" w:rsidP="009373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B5198F7" w14:textId="77777777" w:rsidR="009373F4" w:rsidRPr="009C54AE" w:rsidRDefault="009373F4" w:rsidP="009373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5E504" w14:textId="77777777" w:rsidR="009373F4" w:rsidRPr="009C54AE" w:rsidRDefault="009373F4" w:rsidP="009373F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40FA783" w14:textId="77777777" w:rsidR="009373F4" w:rsidRPr="009C54AE" w:rsidRDefault="009373F4" w:rsidP="009373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373F4" w:rsidRPr="009C54AE" w14:paraId="75BFA273" w14:textId="77777777" w:rsidTr="004F12E7">
        <w:tc>
          <w:tcPr>
            <w:tcW w:w="1962" w:type="dxa"/>
            <w:vAlign w:val="center"/>
          </w:tcPr>
          <w:p w14:paraId="479A3D5B" w14:textId="77777777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30B410" w14:textId="1F9B9736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02A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7E7881C8" w14:textId="77777777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17C9CB" w14:textId="77777777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A5767E" w14:textId="2F04C21E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C02A1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373F4" w:rsidRPr="009C54AE" w14:paraId="20D2286B" w14:textId="77777777" w:rsidTr="004F12E7">
        <w:tc>
          <w:tcPr>
            <w:tcW w:w="1962" w:type="dxa"/>
          </w:tcPr>
          <w:p w14:paraId="53C81E72" w14:textId="77777777" w:rsidR="009373F4" w:rsidRPr="003B05F6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5F6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F44E13E" w14:textId="77777777" w:rsidR="009373F4" w:rsidRPr="003B05F6" w:rsidRDefault="009373F4" w:rsidP="004F1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5081DB98" w14:textId="77777777" w:rsidR="009373F4" w:rsidRPr="003B05F6" w:rsidRDefault="009373F4" w:rsidP="004F12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73F4" w:rsidRPr="009C54AE" w14:paraId="4A8DC475" w14:textId="77777777" w:rsidTr="004F12E7">
        <w:tc>
          <w:tcPr>
            <w:tcW w:w="1962" w:type="dxa"/>
          </w:tcPr>
          <w:p w14:paraId="39654E50" w14:textId="77777777" w:rsidR="009373F4" w:rsidRPr="003B05F6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7A2ACD" w14:textId="77777777" w:rsidR="009373F4" w:rsidRPr="003B05F6" w:rsidRDefault="009373F4" w:rsidP="004F1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2FC8EF36" w14:textId="77777777" w:rsidR="009373F4" w:rsidRPr="003B05F6" w:rsidRDefault="009373F4" w:rsidP="004F12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73F4" w:rsidRPr="009C54AE" w14:paraId="493CC538" w14:textId="77777777" w:rsidTr="004F12E7">
        <w:tc>
          <w:tcPr>
            <w:tcW w:w="1962" w:type="dxa"/>
          </w:tcPr>
          <w:p w14:paraId="3BB68E2D" w14:textId="77777777" w:rsidR="009373F4" w:rsidRPr="003B05F6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5792DBC" w14:textId="77777777" w:rsidR="009373F4" w:rsidRPr="003B05F6" w:rsidRDefault="009373F4" w:rsidP="004F1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74DC79E2" w14:textId="77777777" w:rsidR="009373F4" w:rsidRPr="003B05F6" w:rsidRDefault="009373F4" w:rsidP="004F12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73F4" w:rsidRPr="009C54AE" w14:paraId="69EF5A48" w14:textId="77777777" w:rsidTr="004F12E7">
        <w:tc>
          <w:tcPr>
            <w:tcW w:w="1962" w:type="dxa"/>
          </w:tcPr>
          <w:p w14:paraId="3B66C166" w14:textId="77777777" w:rsidR="009373F4" w:rsidRPr="003B05F6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016278A" w14:textId="77777777" w:rsidR="009373F4" w:rsidRPr="003B05F6" w:rsidRDefault="009373F4" w:rsidP="004F1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1CF7CFE6" w14:textId="77777777" w:rsidR="009373F4" w:rsidRPr="003B05F6" w:rsidRDefault="009373F4" w:rsidP="004F12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1E67710C" w14:textId="77777777" w:rsidR="009373F4" w:rsidRPr="009C54AE" w:rsidRDefault="009373F4" w:rsidP="009373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689AA0" w14:textId="77777777" w:rsidR="009373F4" w:rsidRPr="009C54AE" w:rsidRDefault="009373F4" w:rsidP="009373F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500A79F" w14:textId="77777777" w:rsidR="009373F4" w:rsidRPr="009C54AE" w:rsidRDefault="009373F4" w:rsidP="009373F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3F4" w:rsidRPr="009C54AE" w14:paraId="067ADC98" w14:textId="77777777" w:rsidTr="004F12E7">
        <w:tc>
          <w:tcPr>
            <w:tcW w:w="9670" w:type="dxa"/>
          </w:tcPr>
          <w:p w14:paraId="252B3AC8" w14:textId="77777777" w:rsidR="009373F4" w:rsidRPr="009C54AE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309F">
              <w:rPr>
                <w:b w:val="0"/>
                <w:szCs w:val="24"/>
              </w:rPr>
              <w:t xml:space="preserve">Warunkiem zaliczenia przedmiotu w semestrze </w:t>
            </w:r>
            <w:r>
              <w:rPr>
                <w:b w:val="0"/>
                <w:szCs w:val="24"/>
              </w:rPr>
              <w:t>1 drugiego roku</w:t>
            </w:r>
            <w:r w:rsidRPr="0076309F">
              <w:rPr>
                <w:b w:val="0"/>
                <w:szCs w:val="24"/>
              </w:rPr>
              <w:t xml:space="preserve"> jest opracowanie koncepcji projektu, zaś w semestrze </w:t>
            </w:r>
            <w:r>
              <w:rPr>
                <w:b w:val="0"/>
                <w:szCs w:val="24"/>
              </w:rPr>
              <w:t xml:space="preserve">2 drugiego roku </w:t>
            </w:r>
            <w:r w:rsidRPr="0076309F">
              <w:rPr>
                <w:b w:val="0"/>
                <w:szCs w:val="24"/>
              </w:rPr>
              <w:t xml:space="preserve">jest przedłożenie </w:t>
            </w:r>
            <w:r>
              <w:rPr>
                <w:b w:val="0"/>
                <w:szCs w:val="24"/>
              </w:rPr>
              <w:t xml:space="preserve">wyników Badań Empirycznych i wniosków </w:t>
            </w:r>
          </w:p>
        </w:tc>
      </w:tr>
    </w:tbl>
    <w:p w14:paraId="2DE160D4" w14:textId="77777777" w:rsidR="00C02A11" w:rsidRDefault="00C02A11" w:rsidP="009373F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6D6B74" w14:textId="3A4C65E7" w:rsidR="009373F4" w:rsidRPr="009C54AE" w:rsidRDefault="00C02A11" w:rsidP="009373F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9373F4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AC01420" w14:textId="77777777" w:rsidR="009373F4" w:rsidRPr="009C54AE" w:rsidRDefault="009373F4" w:rsidP="009373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373F4" w:rsidRPr="009C54AE" w14:paraId="541C2FF3" w14:textId="77777777" w:rsidTr="004F12E7">
        <w:tc>
          <w:tcPr>
            <w:tcW w:w="4901" w:type="dxa"/>
            <w:vAlign w:val="center"/>
          </w:tcPr>
          <w:p w14:paraId="25D0DCB1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58AF31F4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373F4" w:rsidRPr="009C54AE" w14:paraId="30212192" w14:textId="77777777" w:rsidTr="004F12E7">
        <w:tc>
          <w:tcPr>
            <w:tcW w:w="4901" w:type="dxa"/>
          </w:tcPr>
          <w:p w14:paraId="58685864" w14:textId="5BE250BC" w:rsidR="009373F4" w:rsidRPr="00EB29DC" w:rsidRDefault="009373F4" w:rsidP="00C02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02A1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B29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3613C95F" w14:textId="77777777" w:rsidR="009373F4" w:rsidRPr="0076309F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373F4" w:rsidRPr="009C54AE" w14:paraId="6BC2C3CD" w14:textId="77777777" w:rsidTr="004F12E7">
        <w:tc>
          <w:tcPr>
            <w:tcW w:w="4901" w:type="dxa"/>
          </w:tcPr>
          <w:p w14:paraId="0211B2A3" w14:textId="77777777" w:rsidR="009373F4" w:rsidRPr="00EB29DC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BFECD76" w14:textId="77777777" w:rsidR="009373F4" w:rsidRPr="00EB29DC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91D1530" w14:textId="77777777" w:rsidR="009373F4" w:rsidRPr="0076309F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73F4" w:rsidRPr="009C54AE" w14:paraId="54CE699F" w14:textId="77777777" w:rsidTr="004F12E7">
        <w:tc>
          <w:tcPr>
            <w:tcW w:w="4901" w:type="dxa"/>
          </w:tcPr>
          <w:p w14:paraId="29DE88EF" w14:textId="77777777" w:rsidR="009373F4" w:rsidRPr="00EB29DC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937FD3C" w14:textId="447FD715" w:rsidR="009373F4" w:rsidRPr="00EB29DC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(Praca w bibliotece, przeprowadzenie badań, opracowanie wyników badań</w:t>
            </w:r>
            <w:r>
              <w:rPr>
                <w:rFonts w:ascii="Corbel" w:hAnsi="Corbel"/>
                <w:sz w:val="24"/>
                <w:szCs w:val="24"/>
              </w:rPr>
              <w:t xml:space="preserve"> – zestawienie danych w tabelach, wykresy, opracowanie wnio</w:t>
            </w:r>
            <w:r w:rsidR="00C3428A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ków</w:t>
            </w:r>
            <w:r w:rsidR="00C3428A">
              <w:rPr>
                <w:rFonts w:ascii="Corbel" w:hAnsi="Corbel"/>
                <w:sz w:val="24"/>
                <w:szCs w:val="24"/>
              </w:rPr>
              <w:t>, przygotowanie projektu</w:t>
            </w:r>
            <w:r w:rsidRPr="00EB29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53FABA6A" w14:textId="6EDB56AC" w:rsidR="009373F4" w:rsidRPr="0076309F" w:rsidRDefault="00896183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9373F4" w:rsidRPr="009C54AE" w14:paraId="1B475526" w14:textId="77777777" w:rsidTr="004F12E7">
        <w:tc>
          <w:tcPr>
            <w:tcW w:w="4901" w:type="dxa"/>
          </w:tcPr>
          <w:p w14:paraId="0DB6CEEF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392D55F4" w14:textId="6D1E15BA" w:rsidR="009373F4" w:rsidRPr="0076309F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1</w:t>
            </w:r>
            <w:r w:rsidR="0089618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9373F4" w:rsidRPr="009C54AE" w14:paraId="355F3729" w14:textId="77777777" w:rsidTr="004F12E7">
        <w:tc>
          <w:tcPr>
            <w:tcW w:w="4901" w:type="dxa"/>
          </w:tcPr>
          <w:p w14:paraId="1A9A4EAD" w14:textId="77777777" w:rsidR="009373F4" w:rsidRPr="009C54AE" w:rsidRDefault="009373F4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CC8FB58" w14:textId="6CBDCBA7" w:rsidR="009373F4" w:rsidRPr="0076309F" w:rsidRDefault="00896183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20D3F1B8" w14:textId="77777777" w:rsidR="009373F4" w:rsidRPr="009C54AE" w:rsidRDefault="009373F4" w:rsidP="009373F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DECE0CE" w14:textId="77777777" w:rsidR="009373F4" w:rsidRPr="009C54AE" w:rsidRDefault="009373F4" w:rsidP="009373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23019" w14:textId="77777777" w:rsidR="00C02A11" w:rsidRDefault="009373F4" w:rsidP="009373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117B697B" w14:textId="144026C6" w:rsidR="00C02A11" w:rsidRPr="009C54AE" w:rsidRDefault="00C02A11" w:rsidP="009373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73F4" w:rsidRPr="009C54AE" w14:paraId="009714D9" w14:textId="77777777" w:rsidTr="004F12E7">
        <w:trPr>
          <w:trHeight w:val="397"/>
        </w:trPr>
        <w:tc>
          <w:tcPr>
            <w:tcW w:w="3544" w:type="dxa"/>
          </w:tcPr>
          <w:p w14:paraId="5A7A76B9" w14:textId="77777777" w:rsidR="009373F4" w:rsidRPr="009C54AE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299071" w14:textId="77777777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373F4" w:rsidRPr="009C54AE" w14:paraId="6665F891" w14:textId="77777777" w:rsidTr="004F12E7">
        <w:trPr>
          <w:trHeight w:val="397"/>
        </w:trPr>
        <w:tc>
          <w:tcPr>
            <w:tcW w:w="3544" w:type="dxa"/>
          </w:tcPr>
          <w:p w14:paraId="3F077B7C" w14:textId="77777777" w:rsidR="009373F4" w:rsidRPr="009C54AE" w:rsidRDefault="009373F4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1915CC" w14:textId="77777777" w:rsidR="009373F4" w:rsidRPr="009C54AE" w:rsidRDefault="009373F4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0FDBB20" w14:textId="77777777" w:rsidR="009373F4" w:rsidRPr="009C54AE" w:rsidRDefault="009373F4" w:rsidP="009373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009C68" w14:textId="77777777" w:rsidR="009373F4" w:rsidRDefault="009373F4" w:rsidP="009373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266832" w14:textId="77777777" w:rsidR="00C02A11" w:rsidRPr="009C54AE" w:rsidRDefault="00C02A11" w:rsidP="009373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73F4" w:rsidRPr="009C54AE" w14:paraId="3993CBC6" w14:textId="77777777" w:rsidTr="004F12E7">
        <w:trPr>
          <w:trHeight w:val="397"/>
        </w:trPr>
        <w:tc>
          <w:tcPr>
            <w:tcW w:w="7513" w:type="dxa"/>
          </w:tcPr>
          <w:p w14:paraId="1F7D1D45" w14:textId="77777777" w:rsidR="009373F4" w:rsidRPr="00EB29DC" w:rsidRDefault="009373F4" w:rsidP="0089618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</w:t>
            </w:r>
            <w:r w:rsidRPr="00EB29DC">
              <w:rPr>
                <w:rFonts w:ascii="Corbel" w:hAnsi="Corbel"/>
                <w:sz w:val="24"/>
                <w:szCs w:val="24"/>
              </w:rPr>
              <w:t xml:space="preserve">iteratura podstawowa: </w:t>
            </w:r>
          </w:p>
          <w:p w14:paraId="1DD8B197" w14:textId="77777777" w:rsidR="009373F4" w:rsidRPr="00EB29DC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 xml:space="preserve"> E, Podstawy badań społecznych, Warszawa 2008</w:t>
            </w:r>
          </w:p>
          <w:p w14:paraId="1D21B950" w14:textId="77777777" w:rsidR="009373F4" w:rsidRPr="00EB29DC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 xml:space="preserve"> E., Badania społeczne w praktyce, Warszawa 2007</w:t>
            </w:r>
          </w:p>
          <w:p w14:paraId="31CEE22B" w14:textId="77777777" w:rsidR="009373F4" w:rsidRPr="00EB29DC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 xml:space="preserve"> I., Szkice z metodologii jakościowych badań edukacyjnych, Rzeszów 2019</w:t>
            </w:r>
          </w:p>
          <w:p w14:paraId="68C7569F" w14:textId="77777777" w:rsidR="009373F4" w:rsidRPr="00EB29DC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Łobocki M., Metody i techniki badań pedagogicznych, Kraków 2000</w:t>
            </w:r>
          </w:p>
          <w:p w14:paraId="42530B25" w14:textId="77777777" w:rsidR="009373F4" w:rsidRPr="00EB29DC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A.W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>., Metody i techniki badań pedagogicznych, Rzeszów 2008</w:t>
            </w:r>
          </w:p>
          <w:p w14:paraId="06DF6E2D" w14:textId="77777777" w:rsidR="009373F4" w:rsidRPr="00EB29DC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Podstawy metodologii badan w pedagogice, Gdańsk 2010</w:t>
            </w:r>
          </w:p>
          <w:p w14:paraId="44925EC2" w14:textId="77777777" w:rsidR="009373F4" w:rsidRPr="00EB29DC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Metodologia, Badania, Praktyka pedagogiczna, Gdańsk 2006</w:t>
            </w:r>
          </w:p>
          <w:p w14:paraId="3E4A0AF9" w14:textId="77777777" w:rsidR="009373F4" w:rsidRPr="00EB29DC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Pilch T., Bauman T., Zasady badań pedagogicznych, strategie ilościowe i jakościowe, Warszawa 2001</w:t>
            </w:r>
          </w:p>
        </w:tc>
      </w:tr>
      <w:tr w:rsidR="009373F4" w:rsidRPr="009C54AE" w14:paraId="00EF57EC" w14:textId="77777777" w:rsidTr="004F12E7">
        <w:trPr>
          <w:trHeight w:val="397"/>
        </w:trPr>
        <w:tc>
          <w:tcPr>
            <w:tcW w:w="7513" w:type="dxa"/>
          </w:tcPr>
          <w:p w14:paraId="75FD322F" w14:textId="77777777" w:rsidR="009373F4" w:rsidRPr="00EB29DC" w:rsidRDefault="009373F4" w:rsidP="0089618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D7B2B51" w14:textId="77777777" w:rsidR="009373F4" w:rsidRPr="00EB29DC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 Brzeziński J., Metodologia badań psychologicznych, Warszawa 2007</w:t>
            </w:r>
          </w:p>
          <w:p w14:paraId="493967D1" w14:textId="77777777" w:rsidR="009373F4" w:rsidRPr="00EB29DC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 Nowak S., Metodologia badań społecznych, Warszawa 1985</w:t>
            </w:r>
          </w:p>
          <w:p w14:paraId="3A5088E7" w14:textId="77777777" w:rsidR="009373F4" w:rsidRPr="00EB29DC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Pedagogika w stanie tworzenia, Kraków 2003</w:t>
            </w:r>
          </w:p>
          <w:p w14:paraId="3EA0E6CD" w14:textId="77777777" w:rsidR="009373F4" w:rsidRPr="00EB29DC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Orientacje w metodologii badań pedagogicznych, Kraków 1998</w:t>
            </w:r>
          </w:p>
          <w:p w14:paraId="3DC31AFE" w14:textId="77777777" w:rsidR="009373F4" w:rsidRPr="00EB29DC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Pilch T., Zasady badań pedagogicznych, Warszawa 1995</w:t>
            </w:r>
          </w:p>
        </w:tc>
      </w:tr>
    </w:tbl>
    <w:p w14:paraId="790C9D72" w14:textId="77777777" w:rsidR="009373F4" w:rsidRPr="009C54AE" w:rsidRDefault="009373F4" w:rsidP="009373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C99B4" w14:textId="7C1C31AC" w:rsidR="0085747A" w:rsidRPr="009C54AE" w:rsidRDefault="009373F4" w:rsidP="00AC4906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C4906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13CE5" w14:textId="77777777" w:rsidR="00FB7D9A" w:rsidRDefault="00FB7D9A" w:rsidP="00C16ABF">
      <w:pPr>
        <w:spacing w:after="0" w:line="240" w:lineRule="auto"/>
      </w:pPr>
      <w:r>
        <w:separator/>
      </w:r>
    </w:p>
  </w:endnote>
  <w:endnote w:type="continuationSeparator" w:id="0">
    <w:p w14:paraId="0BFF9B42" w14:textId="77777777" w:rsidR="00FB7D9A" w:rsidRDefault="00FB7D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79E8C" w14:textId="77777777" w:rsidR="00FB7D9A" w:rsidRDefault="00FB7D9A" w:rsidP="00C16ABF">
      <w:pPr>
        <w:spacing w:after="0" w:line="240" w:lineRule="auto"/>
      </w:pPr>
      <w:r>
        <w:separator/>
      </w:r>
    </w:p>
  </w:footnote>
  <w:footnote w:type="continuationSeparator" w:id="0">
    <w:p w14:paraId="1584341E" w14:textId="77777777" w:rsidR="00FB7D9A" w:rsidRDefault="00FB7D9A" w:rsidP="00C16ABF">
      <w:pPr>
        <w:spacing w:after="0" w:line="240" w:lineRule="auto"/>
      </w:pPr>
      <w:r>
        <w:continuationSeparator/>
      </w:r>
    </w:p>
  </w:footnote>
  <w:footnote w:id="1">
    <w:p w14:paraId="0A7C9CBE" w14:textId="77777777" w:rsidR="009373F4" w:rsidRDefault="009373F4" w:rsidP="009373F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0E0FF3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A62CF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1FD6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1F625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336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D90"/>
    <w:rsid w:val="003D18A9"/>
    <w:rsid w:val="003D6CE2"/>
    <w:rsid w:val="003E1941"/>
    <w:rsid w:val="003E2FE6"/>
    <w:rsid w:val="003E49D5"/>
    <w:rsid w:val="003F38C0"/>
    <w:rsid w:val="003F4B69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61E5"/>
    <w:rsid w:val="0045729E"/>
    <w:rsid w:val="00461EFC"/>
    <w:rsid w:val="004652C2"/>
    <w:rsid w:val="004706D1"/>
    <w:rsid w:val="00471326"/>
    <w:rsid w:val="00471F0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A783B"/>
    <w:rsid w:val="005C080F"/>
    <w:rsid w:val="005C55E5"/>
    <w:rsid w:val="005C696A"/>
    <w:rsid w:val="005D0B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2D7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96EB4"/>
    <w:rsid w:val="007A4022"/>
    <w:rsid w:val="007A6E6E"/>
    <w:rsid w:val="007C3299"/>
    <w:rsid w:val="007C3BCC"/>
    <w:rsid w:val="007C4546"/>
    <w:rsid w:val="007D301A"/>
    <w:rsid w:val="007D6E56"/>
    <w:rsid w:val="007F1652"/>
    <w:rsid w:val="007F4155"/>
    <w:rsid w:val="0080379F"/>
    <w:rsid w:val="0081554D"/>
    <w:rsid w:val="0081707E"/>
    <w:rsid w:val="00834C18"/>
    <w:rsid w:val="008449B3"/>
    <w:rsid w:val="0085747A"/>
    <w:rsid w:val="0087126A"/>
    <w:rsid w:val="00884922"/>
    <w:rsid w:val="00885F64"/>
    <w:rsid w:val="008917F9"/>
    <w:rsid w:val="00896183"/>
    <w:rsid w:val="008A14BF"/>
    <w:rsid w:val="008A45F7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3D7D"/>
    <w:rsid w:val="009373F4"/>
    <w:rsid w:val="00945B08"/>
    <w:rsid w:val="00947FD7"/>
    <w:rsid w:val="009508DF"/>
    <w:rsid w:val="00950DAC"/>
    <w:rsid w:val="00954A07"/>
    <w:rsid w:val="00956799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38D"/>
    <w:rsid w:val="00A73879"/>
    <w:rsid w:val="00A7732B"/>
    <w:rsid w:val="00A84C85"/>
    <w:rsid w:val="00A97DE1"/>
    <w:rsid w:val="00AA4955"/>
    <w:rsid w:val="00AB053C"/>
    <w:rsid w:val="00AB1691"/>
    <w:rsid w:val="00AC3592"/>
    <w:rsid w:val="00AC4906"/>
    <w:rsid w:val="00AC6D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78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B6414"/>
    <w:rsid w:val="00BD3869"/>
    <w:rsid w:val="00BD66E9"/>
    <w:rsid w:val="00BD6FF4"/>
    <w:rsid w:val="00BE6880"/>
    <w:rsid w:val="00BF2C41"/>
    <w:rsid w:val="00C02A11"/>
    <w:rsid w:val="00C058B4"/>
    <w:rsid w:val="00C05F44"/>
    <w:rsid w:val="00C131B5"/>
    <w:rsid w:val="00C16ABF"/>
    <w:rsid w:val="00C170AE"/>
    <w:rsid w:val="00C26CB7"/>
    <w:rsid w:val="00C324C1"/>
    <w:rsid w:val="00C3428A"/>
    <w:rsid w:val="00C34D0A"/>
    <w:rsid w:val="00C36992"/>
    <w:rsid w:val="00C56036"/>
    <w:rsid w:val="00C61DC5"/>
    <w:rsid w:val="00C67E92"/>
    <w:rsid w:val="00C70A26"/>
    <w:rsid w:val="00C766DF"/>
    <w:rsid w:val="00C82FCD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59EC"/>
    <w:rsid w:val="00CF78ED"/>
    <w:rsid w:val="00D02B25"/>
    <w:rsid w:val="00D02EBA"/>
    <w:rsid w:val="00D1112F"/>
    <w:rsid w:val="00D12289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C4FA3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36075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6A3A"/>
    <w:rsid w:val="00F526AF"/>
    <w:rsid w:val="00F617C3"/>
    <w:rsid w:val="00F7066B"/>
    <w:rsid w:val="00F76848"/>
    <w:rsid w:val="00F83B28"/>
    <w:rsid w:val="00FA46E5"/>
    <w:rsid w:val="00FB7D9A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88F9"/>
  <w15:docId w15:val="{00A2047B-8BA9-465B-81EF-22AA71FA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C4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01DA-3D36-46E1-B4B9-BB4BCEF1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2021-01-11T15:03:00Z</dcterms:created>
  <dcterms:modified xsi:type="dcterms:W3CDTF">2022-02-23T13:41:00Z</dcterms:modified>
</cp:coreProperties>
</file>